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534E" w:rsidRDefault="00E7534E" w:rsidP="00E7534E">
      <w:pPr>
        <w:jc w:val="center"/>
      </w:pPr>
      <w:r>
        <w:t>（第１面）</w:t>
      </w:r>
    </w:p>
    <w:tbl>
      <w:tblPr>
        <w:tblW w:w="10349" w:type="dxa"/>
        <w:tblInd w:w="-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8"/>
        <w:gridCol w:w="1276"/>
        <w:gridCol w:w="992"/>
        <w:gridCol w:w="1418"/>
        <w:gridCol w:w="1842"/>
        <w:gridCol w:w="1701"/>
        <w:gridCol w:w="2552"/>
        <w:tblGridChange w:id="0">
          <w:tblGrid>
            <w:gridCol w:w="568"/>
            <w:gridCol w:w="1276"/>
            <w:gridCol w:w="992"/>
            <w:gridCol w:w="1418"/>
            <w:gridCol w:w="1842"/>
            <w:gridCol w:w="1701"/>
            <w:gridCol w:w="2552"/>
          </w:tblGrid>
        </w:tblGridChange>
      </w:tblGrid>
      <w:tr w:rsidR="000440CD" w:rsidTr="00C7451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73"/>
        </w:trPr>
        <w:tc>
          <w:tcPr>
            <w:tcW w:w="1034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40CD" w:rsidRDefault="000440CD"/>
          <w:p w:rsidR="00C7451D" w:rsidRDefault="000440CD" w:rsidP="00F009D8">
            <w:pPr>
              <w:jc w:val="center"/>
              <w:rPr>
                <w:rFonts w:hAnsi="ＭＳ 明朝"/>
                <w:sz w:val="24"/>
                <w:szCs w:val="24"/>
              </w:rPr>
            </w:pPr>
            <w:r w:rsidRPr="00CD4EB1">
              <w:rPr>
                <w:rFonts w:hAnsi="ＭＳ 明朝"/>
                <w:sz w:val="24"/>
                <w:szCs w:val="24"/>
              </w:rPr>
              <w:t>事業計画の概要</w:t>
            </w:r>
          </w:p>
          <w:p w:rsidR="00C7451D" w:rsidRDefault="00C7451D" w:rsidP="00F009D8">
            <w:pPr>
              <w:jc w:val="center"/>
              <w:rPr>
                <w:rFonts w:hAnsi="ＭＳ 明朝"/>
                <w:sz w:val="24"/>
                <w:szCs w:val="24"/>
              </w:rPr>
            </w:pPr>
          </w:p>
          <w:p w:rsidR="00C7451D" w:rsidRDefault="00C7451D" w:rsidP="00F009D8">
            <w:pPr>
              <w:jc w:val="both"/>
              <w:rPr>
                <w:rFonts w:hAnsi="ＭＳ 明朝"/>
                <w:sz w:val="24"/>
                <w:szCs w:val="24"/>
              </w:rPr>
            </w:pPr>
            <w:r>
              <w:rPr>
                <w:rFonts w:hAnsi="ＭＳ 明朝"/>
                <w:sz w:val="24"/>
                <w:szCs w:val="24"/>
              </w:rPr>
              <w:t>１．事業の全体計画（変更許可申請時には変更部分を明確にして記載すること）</w:t>
            </w:r>
          </w:p>
          <w:p w:rsidR="00C7451D" w:rsidRDefault="00C7451D" w:rsidP="00F009D8">
            <w:pPr>
              <w:jc w:val="both"/>
              <w:rPr>
                <w:rFonts w:hAnsi="ＭＳ 明朝"/>
                <w:sz w:val="24"/>
                <w:szCs w:val="24"/>
              </w:rPr>
            </w:pPr>
          </w:p>
          <w:p w:rsidR="009D7D25" w:rsidRDefault="009D7D25" w:rsidP="00F009D8">
            <w:pPr>
              <w:jc w:val="both"/>
              <w:rPr>
                <w:rFonts w:hAnsi="ＭＳ 明朝"/>
                <w:sz w:val="24"/>
                <w:szCs w:val="24"/>
              </w:rPr>
            </w:pPr>
          </w:p>
          <w:p w:rsidR="009D7D25" w:rsidRDefault="009D7D25" w:rsidP="00F009D8">
            <w:pPr>
              <w:jc w:val="both"/>
              <w:rPr>
                <w:rFonts w:hAnsi="ＭＳ 明朝"/>
                <w:sz w:val="24"/>
                <w:szCs w:val="24"/>
              </w:rPr>
            </w:pPr>
          </w:p>
          <w:p w:rsidR="00C7451D" w:rsidRDefault="00C7451D" w:rsidP="00F009D8">
            <w:pPr>
              <w:jc w:val="both"/>
              <w:rPr>
                <w:rFonts w:hAnsi="ＭＳ 明朝"/>
                <w:sz w:val="24"/>
                <w:szCs w:val="24"/>
              </w:rPr>
            </w:pPr>
          </w:p>
          <w:p w:rsidR="009D7D25" w:rsidRDefault="009D7D25" w:rsidP="00F009D8">
            <w:pPr>
              <w:jc w:val="both"/>
              <w:rPr>
                <w:rFonts w:hAnsi="ＭＳ 明朝"/>
                <w:sz w:val="24"/>
                <w:szCs w:val="24"/>
              </w:rPr>
            </w:pPr>
          </w:p>
          <w:p w:rsidR="009D7D25" w:rsidRPr="00C7451D" w:rsidRDefault="009D7D25" w:rsidP="00F009D8">
            <w:pPr>
              <w:jc w:val="both"/>
              <w:rPr>
                <w:rFonts w:hAnsi="ＭＳ 明朝"/>
                <w:sz w:val="24"/>
                <w:szCs w:val="24"/>
              </w:rPr>
            </w:pPr>
          </w:p>
          <w:p w:rsidR="00C7451D" w:rsidRDefault="00C7451D" w:rsidP="00F009D8">
            <w:pPr>
              <w:jc w:val="both"/>
              <w:rPr>
                <w:rFonts w:hAnsi="ＭＳ 明朝"/>
                <w:sz w:val="24"/>
                <w:szCs w:val="24"/>
              </w:rPr>
            </w:pPr>
          </w:p>
          <w:p w:rsidR="00C7451D" w:rsidRDefault="00C7451D">
            <w:pPr>
              <w:rPr>
                <w:rFonts w:hint="default"/>
              </w:rPr>
            </w:pPr>
          </w:p>
          <w:p w:rsidR="000440CD" w:rsidRDefault="00C7451D" w:rsidP="00C7451D">
            <w:r>
              <w:rPr>
                <w:rFonts w:hAnsi="ＭＳ 明朝"/>
              </w:rPr>
              <w:t>２．</w:t>
            </w:r>
            <w:r w:rsidR="00E7534E">
              <w:rPr>
                <w:rFonts w:hAnsi="ＭＳ 明朝"/>
              </w:rPr>
              <w:t>取り扱う</w:t>
            </w:r>
            <w:r>
              <w:rPr>
                <w:rFonts w:hAnsi="ＭＳ 明朝"/>
              </w:rPr>
              <w:t>産業廃棄物（特別管理産業廃棄物）の種類及び運搬量等</w:t>
            </w:r>
          </w:p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14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C00D8E">
            <w:pPr>
              <w:jc w:val="center"/>
            </w:pPr>
          </w:p>
          <w:p w:rsidR="00F009D8" w:rsidRDefault="00F009D8" w:rsidP="00C00D8E">
            <w:pPr>
              <w:jc w:val="center"/>
            </w:pPr>
          </w:p>
          <w:p w:rsidR="00F009D8" w:rsidRDefault="00F009D8" w:rsidP="00C00D8E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C00D8E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(特別管理)</w:t>
            </w:r>
          </w:p>
          <w:p w:rsidR="00F009D8" w:rsidRDefault="00F009D8" w:rsidP="00C00D8E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産業廃棄物</w:t>
            </w:r>
          </w:p>
          <w:p w:rsidR="00F009D8" w:rsidRDefault="00F009D8" w:rsidP="00C7451D">
            <w:pPr>
              <w:jc w:val="center"/>
            </w:pPr>
            <w:r>
              <w:rPr>
                <w:rFonts w:hAnsi="ＭＳ 明朝"/>
              </w:rPr>
              <w:t>の　種　類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BD6C64">
            <w:pPr>
              <w:jc w:val="center"/>
            </w:pPr>
            <w:r>
              <w:t>運搬量</w:t>
            </w:r>
          </w:p>
          <w:p w:rsidR="00F009D8" w:rsidRPr="00C7451D" w:rsidRDefault="00F009D8" w:rsidP="00F009D8">
            <w:pPr>
              <w:jc w:val="center"/>
              <w:rPr>
                <w:rFonts w:hAnsi="Times New Roman" w:cs="Times New Roman"/>
                <w:szCs w:val="21"/>
              </w:rPr>
            </w:pPr>
            <w:r w:rsidRPr="00C7451D">
              <w:rPr>
                <w:rFonts w:hAnsi="ＭＳ 明朝" w:cs="ＭＳ 明朝"/>
                <w:szCs w:val="21"/>
              </w:rPr>
              <w:t>(t/</w:t>
            </w:r>
            <w:r w:rsidRPr="00C7451D">
              <w:rPr>
                <w:rFonts w:hAnsi="ＭＳ 明朝" w:cs="ＭＳ 明朝"/>
                <w:w w:val="50"/>
                <w:szCs w:val="21"/>
              </w:rPr>
              <w:t>月又は</w:t>
            </w:r>
          </w:p>
          <w:p w:rsidR="00F009D8" w:rsidRDefault="00F009D8" w:rsidP="00C7451D">
            <w:pPr>
              <w:jc w:val="center"/>
            </w:pPr>
            <w:r w:rsidRPr="00C7451D">
              <w:rPr>
                <w:rFonts w:hAnsi="ＭＳ 明朝" w:cs="ＭＳ 明朝"/>
                <w:w w:val="50"/>
                <w:szCs w:val="21"/>
              </w:rPr>
              <w:t>ｍ</w:t>
            </w:r>
            <w:r w:rsidRPr="00C7451D">
              <w:rPr>
                <w:rFonts w:hAnsi="ＭＳ 明朝" w:cs="ＭＳ 明朝"/>
                <w:szCs w:val="21"/>
                <w:vertAlign w:val="superscript"/>
              </w:rPr>
              <w:t>3</w:t>
            </w:r>
            <w:r w:rsidRPr="00C7451D">
              <w:rPr>
                <w:rFonts w:hAnsi="ＭＳ 明朝" w:cs="ＭＳ 明朝"/>
                <w:szCs w:val="21"/>
              </w:rPr>
              <w:t>/</w:t>
            </w:r>
            <w:r w:rsidRPr="00C7451D">
              <w:rPr>
                <w:rFonts w:hAnsi="ＭＳ 明朝" w:cs="ＭＳ 明朝"/>
                <w:w w:val="50"/>
                <w:szCs w:val="21"/>
              </w:rPr>
              <w:t>月</w:t>
            </w:r>
            <w:r w:rsidRPr="00C7451D">
              <w:rPr>
                <w:rFonts w:hAnsi="ＭＳ 明朝" w:cs="ＭＳ 明朝"/>
                <w:szCs w:val="21"/>
              </w:rPr>
              <w:t>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009D8" w:rsidRDefault="00F009D8" w:rsidP="00C00D8E">
            <w:pPr>
              <w:jc w:val="center"/>
            </w:pPr>
            <w:r>
              <w:rPr>
                <w:rFonts w:hAnsi="ＭＳ 明朝"/>
              </w:rPr>
              <w:t>性　状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  <w:rPr>
                <w:rFonts w:hint="default"/>
              </w:rPr>
            </w:pPr>
            <w:r>
              <w:rPr>
                <w:rFonts w:hAnsi="ＭＳ 明朝"/>
              </w:rPr>
              <w:t>予定排出事業場の名称及び所在地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9D8" w:rsidRDefault="00E7534E" w:rsidP="00D65D8A">
            <w:pPr>
              <w:jc w:val="center"/>
              <w:rPr>
                <w:rFonts w:hint="default"/>
              </w:rPr>
            </w:pPr>
            <w:r w:rsidRPr="00A651CB">
              <w:rPr>
                <w:w w:val="60"/>
                <w:fitText w:val="1266" w:id="1386998016"/>
              </w:rPr>
              <w:t>積替え又は保管を行</w:t>
            </w:r>
            <w:r w:rsidRPr="00A651CB">
              <w:rPr>
                <w:spacing w:val="6"/>
                <w:w w:val="60"/>
                <w:fitText w:val="1266" w:id="1386998016"/>
              </w:rPr>
              <w:t>う</w:t>
            </w:r>
          </w:p>
          <w:p w:rsidR="00F009D8" w:rsidRDefault="00F009D8" w:rsidP="00D65D8A">
            <w:pPr>
              <w:jc w:val="center"/>
              <w:rPr>
                <w:rFonts w:hint="default"/>
              </w:rPr>
            </w:pPr>
            <w:r w:rsidRPr="00A651CB">
              <w:rPr>
                <w:w w:val="60"/>
                <w:fitText w:val="1266" w:id="1386998018"/>
              </w:rPr>
              <w:t>場合には積替え又は</w:t>
            </w:r>
            <w:r w:rsidRPr="00A651CB">
              <w:rPr>
                <w:spacing w:val="3"/>
                <w:w w:val="60"/>
                <w:fitText w:val="1266" w:id="1386998018"/>
              </w:rPr>
              <w:t>保</w:t>
            </w:r>
          </w:p>
          <w:p w:rsidR="00F009D8" w:rsidRDefault="00E7534E" w:rsidP="00D65D8A">
            <w:pPr>
              <w:jc w:val="center"/>
            </w:pPr>
            <w:r w:rsidRPr="00A651CB">
              <w:rPr>
                <w:w w:val="60"/>
                <w:fitText w:val="1266" w:id="1386998019"/>
              </w:rPr>
              <w:t>管を行う場所の所在</w:t>
            </w:r>
            <w:r w:rsidRPr="00A651CB">
              <w:rPr>
                <w:spacing w:val="3"/>
                <w:w w:val="60"/>
                <w:fitText w:val="1266" w:id="1386998019"/>
              </w:rPr>
              <w:t>地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D65D8A" w:rsidRDefault="00F009D8" w:rsidP="00DF2D78">
            <w:pPr>
              <w:jc w:val="center"/>
              <w:rPr>
                <w:rFonts w:hAnsi="ＭＳ 明朝" w:hint="default"/>
              </w:rPr>
            </w:pPr>
            <w:r w:rsidRPr="00A651CB">
              <w:rPr>
                <w:rFonts w:hAnsi="ＭＳ 明朝"/>
                <w:spacing w:val="1"/>
                <w:w w:val="77"/>
                <w:fitText w:val="2110" w:id="1386998272"/>
              </w:rPr>
              <w:t>予定運搬先の名称及び所在</w:t>
            </w:r>
            <w:r w:rsidRPr="00A651CB">
              <w:rPr>
                <w:rFonts w:hAnsi="ＭＳ 明朝"/>
                <w:spacing w:val="-2"/>
                <w:w w:val="77"/>
                <w:fitText w:val="2110" w:id="1386998272"/>
              </w:rPr>
              <w:t>地</w:t>
            </w:r>
          </w:p>
          <w:p w:rsidR="00F009D8" w:rsidRDefault="00F009D8" w:rsidP="00D65D8A">
            <w:pPr>
              <w:jc w:val="center"/>
            </w:pPr>
            <w:r w:rsidRPr="00A651CB">
              <w:rPr>
                <w:rFonts w:hAnsi="ＭＳ 明朝"/>
                <w:spacing w:val="1"/>
                <w:w w:val="77"/>
                <w:fitText w:val="2110" w:id="1386998273"/>
              </w:rPr>
              <w:t>（処分場の名称及び所在地</w:t>
            </w:r>
            <w:r w:rsidRPr="00A651CB">
              <w:rPr>
                <w:rFonts w:hAnsi="ＭＳ 明朝"/>
                <w:spacing w:val="-2"/>
                <w:w w:val="77"/>
                <w:fitText w:val="2110" w:id="1386998273"/>
              </w:rPr>
              <w:t>）</w:t>
            </w:r>
          </w:p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Pr="00F009D8" w:rsidRDefault="00F009D8" w:rsidP="00F009D8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１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</w:pPr>
            <w:r>
              <w:rPr>
                <w:rFonts w:hAnsi="ＭＳ 明朝"/>
              </w:rPr>
              <w:t>２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 w:rsidP="001A3441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 w:rsidP="001A3441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</w:pPr>
            <w:r>
              <w:rPr>
                <w:rFonts w:hAnsi="ＭＳ 明朝"/>
              </w:rPr>
              <w:t>３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</w:pPr>
            <w:r>
              <w:rPr>
                <w:rFonts w:hAnsi="ＭＳ 明朝"/>
              </w:rPr>
              <w:t>４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</w:pPr>
            <w:r>
              <w:rPr>
                <w:rFonts w:hAnsi="ＭＳ 明朝"/>
              </w:rPr>
              <w:t>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</w:pPr>
            <w:r>
              <w:rPr>
                <w:rFonts w:hAnsi="ＭＳ 明朝"/>
              </w:rPr>
              <w:t>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</w:pPr>
            <w:r>
              <w:rPr>
                <w:rFonts w:hAnsi="ＭＳ 明朝"/>
              </w:rPr>
              <w:t>７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F009D8">
            <w:pPr>
              <w:jc w:val="center"/>
            </w:pPr>
            <w:r>
              <w:rPr>
                <w:rFonts w:hAnsi="ＭＳ 明朝"/>
              </w:rPr>
              <w:t>８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  <w:p w:rsidR="00F009D8" w:rsidRDefault="00F009D8" w:rsidP="00BD6C64"/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5C2616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９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Del="00007414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Del="00007414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</w:tr>
      <w:tr w:rsidR="00F009D8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F009D8" w:rsidRDefault="00F009D8" w:rsidP="005C2616">
            <w:pPr>
              <w:jc w:val="center"/>
              <w:rPr>
                <w:rFonts w:hAnsi="ＭＳ 明朝"/>
              </w:rPr>
            </w:pPr>
            <w:r>
              <w:rPr>
                <w:rFonts w:hAnsi="ＭＳ 明朝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  <w:p w:rsidR="00F009D8" w:rsidRDefault="00F009D8"/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</w:tcPr>
          <w:p w:rsidR="00F009D8" w:rsidRDefault="00F009D8"/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009D8" w:rsidRDefault="00F009D8">
            <w:pPr>
              <w:widowControl/>
              <w:suppressAutoHyphens w:val="0"/>
              <w:wordWrap/>
              <w:autoSpaceDE/>
              <w:autoSpaceDN/>
              <w:textAlignment w:val="auto"/>
              <w:rPr>
                <w:rFonts w:hint="default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Del="00007414" w:rsidRDefault="00F009D8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009D8" w:rsidDel="00007414" w:rsidRDefault="00F009D8"/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F009D8" w:rsidRDefault="00F009D8"/>
        </w:tc>
      </w:tr>
      <w:tr w:rsidR="000440CD" w:rsidTr="00BD6C6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10349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BD6C64" w:rsidRDefault="000440CD" w:rsidP="00F009D8">
            <w:pPr>
              <w:ind w:left="211" w:hangingChars="100" w:hanging="211"/>
              <w:jc w:val="both"/>
            </w:pPr>
            <w:r>
              <w:rPr>
                <w:rFonts w:hAnsi="ＭＳ 明朝"/>
              </w:rPr>
              <w:t>備考  取</w:t>
            </w:r>
            <w:r w:rsidR="00E7534E">
              <w:rPr>
                <w:rFonts w:hAnsi="ＭＳ 明朝"/>
              </w:rPr>
              <w:t>り</w:t>
            </w:r>
            <w:r>
              <w:rPr>
                <w:rFonts w:hAnsi="ＭＳ 明朝"/>
              </w:rPr>
              <w:t>扱う（特別管理）産業廃棄物の種類ごとに記載すること。</w:t>
            </w:r>
          </w:p>
        </w:tc>
      </w:tr>
      <w:tr w:rsidR="000440CD" w:rsidTr="00F009D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10349" w:type="dxa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440CD" w:rsidRDefault="000440CD"/>
        </w:tc>
      </w:tr>
    </w:tbl>
    <w:p w:rsidR="0090631F" w:rsidRPr="0090631F" w:rsidRDefault="000440CD" w:rsidP="00E7534E">
      <w:pPr>
        <w:jc w:val="right"/>
        <w:rPr>
          <w:rFonts w:hAnsi="ＭＳ 明朝"/>
        </w:rPr>
      </w:pPr>
      <w:r>
        <w:rPr>
          <w:rFonts w:hAnsi="ＭＳ 明朝"/>
        </w:rPr>
        <w:t xml:space="preserve">　　</w:t>
      </w:r>
      <w:r w:rsidR="0090631F">
        <w:rPr>
          <w:rFonts w:hAnsi="ＭＳ 明朝"/>
        </w:rPr>
        <w:t xml:space="preserve">　</w:t>
      </w:r>
      <w:r w:rsidR="00BD6C64">
        <w:rPr>
          <w:rFonts w:hAnsi="ＭＳ 明朝"/>
        </w:rPr>
        <w:t xml:space="preserve">　　</w:t>
      </w:r>
      <w:r w:rsidR="0090631F">
        <w:rPr>
          <w:rFonts w:hAnsi="ＭＳ 明朝"/>
        </w:rPr>
        <w:t xml:space="preserve">　　　　　　　　　　　　　　　　　　　　　　　　　　</w:t>
      </w:r>
      <w:bookmarkStart w:id="1" w:name="_GoBack"/>
      <w:bookmarkEnd w:id="1"/>
    </w:p>
    <w:sectPr w:rsidR="0090631F" w:rsidRPr="0090631F" w:rsidSect="00F009D8">
      <w:footnotePr>
        <w:numRestart w:val="eachPage"/>
      </w:footnotePr>
      <w:endnotePr>
        <w:numFmt w:val="decimal"/>
      </w:endnotePr>
      <w:pgSz w:w="11906" w:h="16838"/>
      <w:pgMar w:top="1021" w:right="1077" w:bottom="1021" w:left="1077" w:header="851" w:footer="0" w:gutter="0"/>
      <w:cols w:space="720"/>
      <w:docGrid w:type="linesAndChars" w:linePitch="357" w:charSpace="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987" w:rsidRDefault="00256987">
      <w:pPr>
        <w:spacing w:before="357"/>
      </w:pPr>
      <w:r>
        <w:continuationSeparator/>
      </w:r>
    </w:p>
  </w:endnote>
  <w:endnote w:type="continuationSeparator" w:id="0">
    <w:p w:rsidR="00256987" w:rsidRDefault="00256987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987" w:rsidRDefault="00256987">
      <w:pPr>
        <w:spacing w:before="357"/>
      </w:pPr>
      <w:r>
        <w:continuationSeparator/>
      </w:r>
    </w:p>
  </w:footnote>
  <w:footnote w:type="continuationSeparator" w:id="0">
    <w:p w:rsidR="00256987" w:rsidRDefault="00256987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4623D4"/>
    <w:multiLevelType w:val="hybridMultilevel"/>
    <w:tmpl w:val="F440D290"/>
    <w:lvl w:ilvl="0" w:tplc="9720401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Formatting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D8E"/>
    <w:rsid w:val="00007414"/>
    <w:rsid w:val="00016532"/>
    <w:rsid w:val="00032666"/>
    <w:rsid w:val="00032CCB"/>
    <w:rsid w:val="000440CD"/>
    <w:rsid w:val="000D2BB1"/>
    <w:rsid w:val="000F4F03"/>
    <w:rsid w:val="00112BEA"/>
    <w:rsid w:val="001435A4"/>
    <w:rsid w:val="00174882"/>
    <w:rsid w:val="001A3441"/>
    <w:rsid w:val="001B2274"/>
    <w:rsid w:val="001C4D08"/>
    <w:rsid w:val="001D548C"/>
    <w:rsid w:val="001D5A89"/>
    <w:rsid w:val="00222D0D"/>
    <w:rsid w:val="00232873"/>
    <w:rsid w:val="00256987"/>
    <w:rsid w:val="00262E63"/>
    <w:rsid w:val="002E2ADA"/>
    <w:rsid w:val="00301A52"/>
    <w:rsid w:val="003048A3"/>
    <w:rsid w:val="003246E0"/>
    <w:rsid w:val="00331416"/>
    <w:rsid w:val="003654A6"/>
    <w:rsid w:val="0037154C"/>
    <w:rsid w:val="00377C9B"/>
    <w:rsid w:val="003A1272"/>
    <w:rsid w:val="003A3778"/>
    <w:rsid w:val="003B5701"/>
    <w:rsid w:val="003E0A89"/>
    <w:rsid w:val="00405B45"/>
    <w:rsid w:val="00423B3E"/>
    <w:rsid w:val="004650DC"/>
    <w:rsid w:val="00491DEA"/>
    <w:rsid w:val="004A39AA"/>
    <w:rsid w:val="004A6589"/>
    <w:rsid w:val="004A77E3"/>
    <w:rsid w:val="004E130A"/>
    <w:rsid w:val="00557FCC"/>
    <w:rsid w:val="00563F2F"/>
    <w:rsid w:val="00565F51"/>
    <w:rsid w:val="00590E1A"/>
    <w:rsid w:val="005C1DC8"/>
    <w:rsid w:val="005C2616"/>
    <w:rsid w:val="0060416C"/>
    <w:rsid w:val="00643434"/>
    <w:rsid w:val="006671C9"/>
    <w:rsid w:val="00676092"/>
    <w:rsid w:val="006806B8"/>
    <w:rsid w:val="006B5A16"/>
    <w:rsid w:val="006D4E83"/>
    <w:rsid w:val="006F430D"/>
    <w:rsid w:val="006F747E"/>
    <w:rsid w:val="0071170E"/>
    <w:rsid w:val="00762452"/>
    <w:rsid w:val="00767DDE"/>
    <w:rsid w:val="007A2BCE"/>
    <w:rsid w:val="007A3A39"/>
    <w:rsid w:val="007D4C0A"/>
    <w:rsid w:val="007D52D8"/>
    <w:rsid w:val="00831F58"/>
    <w:rsid w:val="00836229"/>
    <w:rsid w:val="00847D01"/>
    <w:rsid w:val="00872EEB"/>
    <w:rsid w:val="00886A82"/>
    <w:rsid w:val="008C364F"/>
    <w:rsid w:val="008D7FF6"/>
    <w:rsid w:val="008E4F2D"/>
    <w:rsid w:val="0090631F"/>
    <w:rsid w:val="0091236A"/>
    <w:rsid w:val="009A5722"/>
    <w:rsid w:val="009C1CFB"/>
    <w:rsid w:val="009D72C6"/>
    <w:rsid w:val="009D7D25"/>
    <w:rsid w:val="009E5BE7"/>
    <w:rsid w:val="00A00403"/>
    <w:rsid w:val="00A26892"/>
    <w:rsid w:val="00A523F7"/>
    <w:rsid w:val="00A61094"/>
    <w:rsid w:val="00A651CB"/>
    <w:rsid w:val="00AA1167"/>
    <w:rsid w:val="00AA38F4"/>
    <w:rsid w:val="00AA40EA"/>
    <w:rsid w:val="00AB769B"/>
    <w:rsid w:val="00AD4F3E"/>
    <w:rsid w:val="00AE181F"/>
    <w:rsid w:val="00AF28B2"/>
    <w:rsid w:val="00BB35D1"/>
    <w:rsid w:val="00BD6C64"/>
    <w:rsid w:val="00BE6AAF"/>
    <w:rsid w:val="00C00D8E"/>
    <w:rsid w:val="00C01D4E"/>
    <w:rsid w:val="00C10C92"/>
    <w:rsid w:val="00C254E7"/>
    <w:rsid w:val="00C26064"/>
    <w:rsid w:val="00C402F4"/>
    <w:rsid w:val="00C43180"/>
    <w:rsid w:val="00C7451D"/>
    <w:rsid w:val="00C76F2C"/>
    <w:rsid w:val="00CC2097"/>
    <w:rsid w:val="00CD4EB1"/>
    <w:rsid w:val="00D03ECC"/>
    <w:rsid w:val="00D168BB"/>
    <w:rsid w:val="00D32760"/>
    <w:rsid w:val="00D44742"/>
    <w:rsid w:val="00D471A1"/>
    <w:rsid w:val="00D65D8A"/>
    <w:rsid w:val="00D70642"/>
    <w:rsid w:val="00D75827"/>
    <w:rsid w:val="00DA36F4"/>
    <w:rsid w:val="00DA7AD9"/>
    <w:rsid w:val="00DD3067"/>
    <w:rsid w:val="00DD5B78"/>
    <w:rsid w:val="00DD5EEA"/>
    <w:rsid w:val="00DE12D7"/>
    <w:rsid w:val="00DF2D78"/>
    <w:rsid w:val="00E16D44"/>
    <w:rsid w:val="00E71F02"/>
    <w:rsid w:val="00E72A32"/>
    <w:rsid w:val="00E7534E"/>
    <w:rsid w:val="00E91C19"/>
    <w:rsid w:val="00E92AA4"/>
    <w:rsid w:val="00EF0EF2"/>
    <w:rsid w:val="00F009D8"/>
    <w:rsid w:val="00F30875"/>
    <w:rsid w:val="00F54427"/>
    <w:rsid w:val="00F62D7E"/>
    <w:rsid w:val="00F650F4"/>
    <w:rsid w:val="00F7015A"/>
    <w:rsid w:val="00F86E5A"/>
    <w:rsid w:val="00F97E31"/>
    <w:rsid w:val="00FC3A44"/>
    <w:rsid w:val="00FC4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26ACBC2-276F-4C2C-80E7-C878BAE8D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EA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66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870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306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0570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21912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926770">
                      <w:marLeft w:val="24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94751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3477570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99038349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0008037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1334869">
                      <w:marLeft w:val="48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7789554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419983">
                      <w:marLeft w:val="7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8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65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6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1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CAD6ED-A2BF-4275-8FF8-DC1D2CDE1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環境省</Company>
  <LinksUpToDate>false</LinksUpToDate>
  <CharactersWithSpaces>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環境省</dc:creator>
  <cp:keywords/>
  <dc:description/>
  <cp:lastModifiedBy>Windows ユーザー</cp:lastModifiedBy>
  <cp:revision>2</cp:revision>
  <cp:lastPrinted>2017-02-11T09:02:00Z</cp:lastPrinted>
  <dcterms:created xsi:type="dcterms:W3CDTF">2022-12-21T00:20:00Z</dcterms:created>
  <dcterms:modified xsi:type="dcterms:W3CDTF">2022-12-21T00:20:00Z</dcterms:modified>
</cp:coreProperties>
</file>